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8A44B" w14:textId="77777777" w:rsidR="00844784" w:rsidRPr="00003CD2" w:rsidRDefault="00844784">
      <w:pPr>
        <w:jc w:val="both"/>
        <w:rPr>
          <w:rFonts w:ascii="Arial" w:hAnsi="Arial"/>
          <w:sz w:val="22"/>
          <w:lang w:val="en-GB"/>
        </w:rPr>
      </w:pPr>
    </w:p>
    <w:p w14:paraId="5B53D1E6" w14:textId="77777777" w:rsidR="00844784" w:rsidRPr="00003CD2" w:rsidRDefault="00844784">
      <w:pPr>
        <w:jc w:val="both"/>
        <w:rPr>
          <w:rFonts w:ascii="Arial" w:hAnsi="Arial"/>
          <w:sz w:val="22"/>
          <w:lang w:val="en-GB"/>
        </w:rPr>
      </w:pPr>
      <w:bookmarkStart w:id="0" w:name="Start"/>
    </w:p>
    <w:p w14:paraId="39A839C0" w14:textId="77777777" w:rsidR="00844784" w:rsidRPr="00003CD2" w:rsidRDefault="00844784">
      <w:pPr>
        <w:jc w:val="both"/>
        <w:rPr>
          <w:rFonts w:ascii="Arial" w:hAnsi="Arial"/>
          <w:sz w:val="22"/>
          <w:lang w:val="en-GB"/>
        </w:rPr>
      </w:pPr>
    </w:p>
    <w:p w14:paraId="05BC4263" w14:textId="77777777" w:rsidR="00844784" w:rsidRPr="00003CD2" w:rsidRDefault="00844784">
      <w:pPr>
        <w:jc w:val="both"/>
        <w:rPr>
          <w:rFonts w:ascii="Arial" w:hAnsi="Arial"/>
          <w:sz w:val="22"/>
          <w:lang w:val="en-GB"/>
        </w:rPr>
      </w:pPr>
    </w:p>
    <w:bookmarkStart w:id="1" w:name="bmFrom"/>
    <w:bookmarkEnd w:id="0"/>
    <w:p w14:paraId="537E2E24" w14:textId="77777777" w:rsidR="00072425" w:rsidRPr="002A5428" w:rsidRDefault="00072425" w:rsidP="00072425">
      <w:pPr>
        <w:spacing w:line="252" w:lineRule="exact"/>
        <w:ind w:right="284"/>
        <w:jc w:val="both"/>
        <w:rPr>
          <w:rFonts w:ascii="Arial" w:hAnsi="Arial"/>
          <w:sz w:val="20"/>
          <w:lang w:val="nb-NO"/>
        </w:rPr>
      </w:pPr>
      <w:r w:rsidRPr="002A5428">
        <w:rPr>
          <w:rFonts w:ascii="Arial" w:hAnsi="Arial" w:cs="Arial"/>
          <w:sz w:val="20"/>
          <w:lang w:val="nb-NO"/>
        </w:rPr>
        <w:fldChar w:fldCharType="begin"/>
      </w:r>
      <w:r w:rsidRPr="002A5428">
        <w:rPr>
          <w:rFonts w:ascii="Arial" w:hAnsi="Arial" w:cs="Arial"/>
          <w:sz w:val="20"/>
          <w:lang w:val="nb-NO"/>
        </w:rPr>
        <w:instrText xml:space="preserve"> MACROBUTTON NOMACRO [Navn/adresse, deretter F11]</w:instrText>
      </w:r>
      <w:r w:rsidRPr="002A5428">
        <w:rPr>
          <w:rFonts w:ascii="Arial" w:hAnsi="Arial" w:cs="Arial"/>
          <w:sz w:val="20"/>
          <w:lang w:val="nb-NO"/>
        </w:rPr>
        <w:fldChar w:fldCharType="end"/>
      </w:r>
      <w:bookmarkEnd w:id="1"/>
    </w:p>
    <w:p w14:paraId="2ABD0182" w14:textId="77777777" w:rsidR="00072425" w:rsidRPr="002A5428" w:rsidRDefault="00072425" w:rsidP="00072425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2FEF9751" w14:textId="77777777" w:rsidR="00072425" w:rsidRPr="002A5428" w:rsidRDefault="00072425" w:rsidP="00072425">
      <w:pPr>
        <w:tabs>
          <w:tab w:val="left" w:pos="3686"/>
          <w:tab w:val="right" w:pos="8931"/>
        </w:tabs>
        <w:spacing w:line="252" w:lineRule="exact"/>
        <w:ind w:right="282"/>
        <w:jc w:val="right"/>
        <w:rPr>
          <w:rFonts w:ascii="Arial" w:hAnsi="Arial"/>
          <w:sz w:val="20"/>
          <w:lang w:val="nb-NO"/>
        </w:rPr>
      </w:pPr>
      <w:r w:rsidRPr="002A5428">
        <w:rPr>
          <w:rFonts w:ascii="Arial" w:hAnsi="Arial"/>
          <w:sz w:val="20"/>
          <w:lang w:val="nb-NO"/>
        </w:rPr>
        <w:t xml:space="preserve">Oslo, </w:t>
      </w:r>
      <w:r w:rsidRPr="002A5428">
        <w:rPr>
          <w:rFonts w:ascii="Arial" w:hAnsi="Arial"/>
          <w:sz w:val="20"/>
          <w:lang w:val="nb-NO"/>
        </w:rPr>
        <w:fldChar w:fldCharType="begin"/>
      </w:r>
      <w:r w:rsidRPr="002A5428">
        <w:rPr>
          <w:rFonts w:ascii="Arial" w:hAnsi="Arial"/>
          <w:sz w:val="20"/>
          <w:lang w:val="nb-NO"/>
        </w:rPr>
        <w:instrText xml:space="preserve"> CREATEDATE \@ "d. MMMM yyyy"</w:instrText>
      </w:r>
      <w:r w:rsidRPr="002A5428">
        <w:rPr>
          <w:rFonts w:ascii="Arial" w:hAnsi="Arial"/>
          <w:sz w:val="20"/>
          <w:lang w:val="nb-NO"/>
        </w:rPr>
        <w:fldChar w:fldCharType="separate"/>
      </w:r>
      <w:r>
        <w:rPr>
          <w:rFonts w:ascii="Arial" w:hAnsi="Arial"/>
          <w:noProof/>
          <w:sz w:val="20"/>
          <w:lang w:val="nb-NO"/>
        </w:rPr>
        <w:t>25. september 2024</w:t>
      </w:r>
      <w:r w:rsidRPr="002A5428">
        <w:rPr>
          <w:rFonts w:ascii="Arial" w:hAnsi="Arial"/>
          <w:sz w:val="20"/>
          <w:lang w:val="nb-NO"/>
        </w:rPr>
        <w:fldChar w:fldCharType="end"/>
      </w:r>
    </w:p>
    <w:p w14:paraId="158CD605" w14:textId="77777777" w:rsidR="00072425" w:rsidRPr="002A5428" w:rsidRDefault="00072425" w:rsidP="00072425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56FB3E41" w14:textId="77777777" w:rsidR="00072425" w:rsidRPr="002A5428" w:rsidRDefault="00072425" w:rsidP="00072425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7F90258A" w14:textId="77777777" w:rsidR="00072425" w:rsidRPr="002A5428" w:rsidRDefault="00072425" w:rsidP="00072425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57FD2ED8" w14:textId="77777777" w:rsidR="00072425" w:rsidRPr="002A5428" w:rsidRDefault="00072425" w:rsidP="00072425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26FAFD4C" w14:textId="77777777" w:rsidR="00072425" w:rsidRPr="002A5428" w:rsidRDefault="00072425" w:rsidP="00072425">
      <w:pPr>
        <w:spacing w:line="252" w:lineRule="exact"/>
        <w:ind w:right="282"/>
        <w:jc w:val="both"/>
        <w:rPr>
          <w:rFonts w:ascii="Arial" w:hAnsi="Arial"/>
          <w:sz w:val="22"/>
          <w:lang w:val="nb-NO"/>
        </w:rPr>
      </w:pPr>
    </w:p>
    <w:p w14:paraId="05D40482" w14:textId="77777777" w:rsidR="00072425" w:rsidRPr="002A5428" w:rsidRDefault="00072425" w:rsidP="00072425">
      <w:pPr>
        <w:tabs>
          <w:tab w:val="left" w:pos="960"/>
        </w:tabs>
        <w:jc w:val="both"/>
        <w:rPr>
          <w:rFonts w:ascii="Arial" w:hAnsi="Arial"/>
          <w:szCs w:val="24"/>
          <w:lang w:val="nb-NO"/>
        </w:rPr>
      </w:pPr>
      <w:r w:rsidRPr="002A5428">
        <w:rPr>
          <w:rFonts w:ascii="Arial" w:hAnsi="Arial"/>
          <w:b/>
          <w:bCs/>
          <w:szCs w:val="24"/>
          <w:lang w:val="nb-NO"/>
        </w:rPr>
        <w:fldChar w:fldCharType="begin"/>
      </w:r>
      <w:r w:rsidRPr="002A5428">
        <w:rPr>
          <w:rFonts w:ascii="Arial" w:hAnsi="Arial"/>
          <w:b/>
          <w:bCs/>
          <w:szCs w:val="24"/>
          <w:lang w:val="nb-NO"/>
        </w:rPr>
        <w:instrText xml:space="preserve"> MACROBUTTON NOMACRO [Overskrift]</w:instrText>
      </w:r>
      <w:r w:rsidRPr="002A5428">
        <w:rPr>
          <w:rFonts w:ascii="Arial" w:hAnsi="Arial"/>
          <w:szCs w:val="24"/>
          <w:lang w:val="nb-NO"/>
        </w:rPr>
        <w:fldChar w:fldCharType="end"/>
      </w:r>
      <w:r w:rsidRPr="002A5428">
        <w:rPr>
          <w:rFonts w:ascii="Arial" w:hAnsi="Arial"/>
          <w:szCs w:val="24"/>
          <w:lang w:val="nb-NO"/>
        </w:rPr>
        <w:tab/>
      </w:r>
    </w:p>
    <w:p w14:paraId="31BDB609" w14:textId="77777777" w:rsidR="00072425" w:rsidRPr="002A5428" w:rsidRDefault="00072425" w:rsidP="00072425">
      <w:pPr>
        <w:jc w:val="both"/>
        <w:rPr>
          <w:rFonts w:ascii="Arial" w:hAnsi="Arial"/>
          <w:sz w:val="20"/>
          <w:lang w:val="nb-NO"/>
        </w:rPr>
      </w:pPr>
    </w:p>
    <w:p w14:paraId="55FD43B2" w14:textId="77777777" w:rsidR="00072425" w:rsidRPr="002A5428" w:rsidRDefault="00072425" w:rsidP="00072425">
      <w:pPr>
        <w:jc w:val="both"/>
        <w:rPr>
          <w:rFonts w:ascii="Arial" w:hAnsi="Arial"/>
          <w:sz w:val="20"/>
          <w:lang w:val="nb-NO"/>
        </w:rPr>
      </w:pPr>
      <w:r w:rsidRPr="002A5428">
        <w:rPr>
          <w:rFonts w:ascii="Arial" w:hAnsi="Arial"/>
          <w:sz w:val="20"/>
          <w:lang w:val="nb-NO"/>
        </w:rPr>
        <w:fldChar w:fldCharType="begin"/>
      </w:r>
      <w:r w:rsidRPr="002A5428">
        <w:rPr>
          <w:rFonts w:ascii="Arial" w:hAnsi="Arial"/>
          <w:sz w:val="20"/>
          <w:lang w:val="nb-NO"/>
        </w:rPr>
        <w:instrText xml:space="preserve"> MACROBUTTON NOMACRO [Tekst]</w:instrText>
      </w:r>
      <w:r w:rsidRPr="002A5428">
        <w:rPr>
          <w:rFonts w:ascii="Arial" w:hAnsi="Arial"/>
          <w:sz w:val="20"/>
          <w:lang w:val="nb-NO"/>
        </w:rPr>
        <w:fldChar w:fldCharType="end"/>
      </w:r>
    </w:p>
    <w:p w14:paraId="701AE7FE" w14:textId="77777777" w:rsidR="00072425" w:rsidRPr="002A5428" w:rsidRDefault="00072425" w:rsidP="00072425">
      <w:pPr>
        <w:jc w:val="both"/>
        <w:rPr>
          <w:rFonts w:ascii="Arial" w:hAnsi="Arial"/>
          <w:sz w:val="20"/>
          <w:lang w:val="nb-NO"/>
        </w:rPr>
      </w:pPr>
    </w:p>
    <w:p w14:paraId="5342DD6E" w14:textId="77777777" w:rsidR="00072425" w:rsidRPr="002A5428" w:rsidRDefault="00072425" w:rsidP="00072425">
      <w:pPr>
        <w:jc w:val="both"/>
        <w:rPr>
          <w:rFonts w:ascii="Arial" w:hAnsi="Arial"/>
          <w:sz w:val="20"/>
          <w:lang w:val="nb-NO"/>
        </w:rPr>
      </w:pPr>
    </w:p>
    <w:p w14:paraId="47359D00" w14:textId="77777777" w:rsidR="00072425" w:rsidRPr="00CE6985" w:rsidRDefault="00072425" w:rsidP="00072425">
      <w:pPr>
        <w:spacing w:line="252" w:lineRule="exact"/>
        <w:ind w:right="282"/>
        <w:jc w:val="both"/>
        <w:rPr>
          <w:rFonts w:ascii="Arial" w:hAnsi="Arial"/>
          <w:sz w:val="20"/>
        </w:rPr>
      </w:pPr>
      <w:r w:rsidRPr="00CE6985">
        <w:rPr>
          <w:rFonts w:ascii="Arial" w:hAnsi="Arial"/>
          <w:sz w:val="20"/>
        </w:rPr>
        <w:t xml:space="preserve">Med </w:t>
      </w:r>
      <w:proofErr w:type="spellStart"/>
      <w:r w:rsidRPr="00CE6985">
        <w:rPr>
          <w:rFonts w:ascii="Arial" w:hAnsi="Arial"/>
          <w:sz w:val="20"/>
        </w:rPr>
        <w:t>hilsen</w:t>
      </w:r>
      <w:proofErr w:type="spellEnd"/>
    </w:p>
    <w:p w14:paraId="6ED4F33F" w14:textId="77777777" w:rsidR="00072425" w:rsidRPr="00CE6985" w:rsidRDefault="00072425" w:rsidP="00072425">
      <w:pPr>
        <w:spacing w:line="252" w:lineRule="exact"/>
        <w:ind w:right="282"/>
        <w:jc w:val="both"/>
        <w:rPr>
          <w:rFonts w:ascii="Arial" w:hAnsi="Arial"/>
          <w:sz w:val="20"/>
        </w:rPr>
      </w:pPr>
      <w:r w:rsidRPr="00CE6985">
        <w:rPr>
          <w:rFonts w:ascii="Arial" w:hAnsi="Arial"/>
          <w:sz w:val="20"/>
        </w:rPr>
        <w:t xml:space="preserve">for HÖEGH AUTOLINERS </w:t>
      </w:r>
      <w:r w:rsidRPr="0079034C">
        <w:rPr>
          <w:rFonts w:ascii="Arial" w:hAnsi="Arial"/>
          <w:sz w:val="20"/>
          <w:lang w:val="en-GB"/>
        </w:rPr>
        <w:t xml:space="preserve">MANAGEMENT </w:t>
      </w:r>
      <w:r w:rsidRPr="00CE6985">
        <w:rPr>
          <w:rFonts w:ascii="Arial" w:hAnsi="Arial"/>
          <w:sz w:val="20"/>
        </w:rPr>
        <w:t>AS</w:t>
      </w:r>
    </w:p>
    <w:p w14:paraId="7A84A774" w14:textId="77777777" w:rsidR="00072425" w:rsidRPr="00CE6985" w:rsidRDefault="00072425" w:rsidP="00072425">
      <w:pPr>
        <w:jc w:val="both"/>
        <w:rPr>
          <w:rFonts w:ascii="Arial" w:hAnsi="Arial"/>
          <w:sz w:val="20"/>
        </w:rPr>
      </w:pPr>
    </w:p>
    <w:p w14:paraId="4E18F8D0" w14:textId="77777777" w:rsidR="00072425" w:rsidRPr="00CE6985" w:rsidRDefault="00072425" w:rsidP="00072425">
      <w:pPr>
        <w:jc w:val="both"/>
        <w:rPr>
          <w:rFonts w:ascii="Arial" w:hAnsi="Arial"/>
          <w:sz w:val="20"/>
        </w:rPr>
      </w:pPr>
    </w:p>
    <w:p w14:paraId="2F0E1E27" w14:textId="77777777" w:rsidR="00072425" w:rsidRPr="00CE6985" w:rsidRDefault="00072425" w:rsidP="00072425">
      <w:pPr>
        <w:jc w:val="both"/>
        <w:rPr>
          <w:rFonts w:ascii="Arial" w:hAnsi="Arial"/>
          <w:sz w:val="20"/>
        </w:rPr>
      </w:pPr>
    </w:p>
    <w:p w14:paraId="4BA788CC" w14:textId="77777777" w:rsidR="00072425" w:rsidRPr="002A5428" w:rsidRDefault="00072425" w:rsidP="00072425">
      <w:pPr>
        <w:jc w:val="both"/>
        <w:rPr>
          <w:rFonts w:ascii="Arial" w:hAnsi="Arial"/>
          <w:sz w:val="20"/>
          <w:lang w:val="nb-NO"/>
        </w:rPr>
      </w:pPr>
      <w:r w:rsidRPr="002A5428">
        <w:rPr>
          <w:rFonts w:ascii="Arial" w:hAnsi="Arial"/>
          <w:sz w:val="20"/>
          <w:lang w:val="nb-NO"/>
        </w:rPr>
        <w:fldChar w:fldCharType="begin"/>
      </w:r>
      <w:r w:rsidRPr="002A5428">
        <w:rPr>
          <w:rFonts w:ascii="Arial" w:hAnsi="Arial"/>
          <w:sz w:val="20"/>
          <w:lang w:val="nb-NO"/>
        </w:rPr>
        <w:instrText xml:space="preserve"> MACROBUTTON NOMACRO [Navn]</w:instrText>
      </w:r>
      <w:r w:rsidRPr="002A5428">
        <w:rPr>
          <w:rFonts w:ascii="Arial" w:hAnsi="Arial"/>
          <w:sz w:val="20"/>
          <w:lang w:val="nb-NO"/>
        </w:rPr>
        <w:fldChar w:fldCharType="end"/>
      </w:r>
    </w:p>
    <w:p w14:paraId="7537D0A6" w14:textId="77777777" w:rsidR="00072425" w:rsidRPr="00003CD2" w:rsidRDefault="00072425" w:rsidP="00072425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794C68A3" w14:textId="77777777" w:rsidR="00072425" w:rsidRPr="00003CD2" w:rsidRDefault="00072425" w:rsidP="00072425">
      <w:pPr>
        <w:spacing w:line="252" w:lineRule="exact"/>
        <w:ind w:right="-142"/>
        <w:jc w:val="both"/>
        <w:rPr>
          <w:rFonts w:ascii="Arial" w:hAnsi="Arial"/>
          <w:sz w:val="20"/>
          <w:lang w:val="en-GB"/>
        </w:rPr>
      </w:pPr>
    </w:p>
    <w:p w14:paraId="03572AA2" w14:textId="77777777" w:rsidR="00072425" w:rsidRPr="00003CD2" w:rsidRDefault="00072425" w:rsidP="00072425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03ABE59D" w14:textId="77777777" w:rsidR="00B97063" w:rsidRPr="00003CD2" w:rsidRDefault="00B97063" w:rsidP="00B97063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65A9E96D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426CF482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68ECE701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63671203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042AF893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7F8EE010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2736BCA7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79F00970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08A7056D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0A87E444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1A4CCAFD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0F140DED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0F66F18D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7B4D6764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638457DE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672BD941" w14:textId="77777777" w:rsidR="00D15E6E" w:rsidRDefault="00D15E6E" w:rsidP="00D15E6E">
      <w:pPr>
        <w:rPr>
          <w:rFonts w:ascii="Arial" w:hAnsi="Arial"/>
          <w:sz w:val="20"/>
          <w:lang w:val="en-GB"/>
        </w:rPr>
      </w:pPr>
    </w:p>
    <w:p w14:paraId="183A8B40" w14:textId="77777777" w:rsidR="00D15E6E" w:rsidRPr="00D15E6E" w:rsidRDefault="00D15E6E" w:rsidP="00D15E6E">
      <w:pPr>
        <w:tabs>
          <w:tab w:val="left" w:pos="2949"/>
        </w:tabs>
        <w:rPr>
          <w:rFonts w:ascii="Arial" w:hAnsi="Arial"/>
          <w:sz w:val="20"/>
          <w:lang w:val="en-GB"/>
        </w:rPr>
      </w:pPr>
      <w:r>
        <w:rPr>
          <w:rFonts w:ascii="Arial" w:hAnsi="Arial"/>
          <w:sz w:val="20"/>
          <w:lang w:val="en-GB"/>
        </w:rPr>
        <w:tab/>
      </w:r>
    </w:p>
    <w:sectPr w:rsidR="00D15E6E" w:rsidRPr="00D15E6E" w:rsidSect="00D15E6E"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794" w:left="1418" w:header="1021" w:footer="28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8F6D0" w14:textId="77777777" w:rsidR="00030E83" w:rsidRDefault="00030E83">
      <w:r>
        <w:separator/>
      </w:r>
    </w:p>
  </w:endnote>
  <w:endnote w:type="continuationSeparator" w:id="0">
    <w:p w14:paraId="69CE753E" w14:textId="77777777" w:rsidR="00030E83" w:rsidRDefault="00030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F72F0" w14:textId="77777777" w:rsidR="00880AFB" w:rsidRDefault="00880AF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BF944B2" w14:textId="77777777" w:rsidR="00880AFB" w:rsidRDefault="00880AF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080089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BCC6C45" w14:textId="77777777" w:rsidR="0084795C" w:rsidRDefault="0084795C">
            <w:pPr>
              <w:pStyle w:val="Footer"/>
              <w:jc w:val="right"/>
            </w:pPr>
            <w:r w:rsidRPr="0084795C">
              <w:rPr>
                <w:rFonts w:ascii="Arial" w:hAnsi="Arial" w:cs="Arial"/>
                <w:sz w:val="16"/>
                <w:szCs w:val="16"/>
              </w:rPr>
              <w:t xml:space="preserve">Page </w: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4795C">
              <w:rPr>
                <w:rFonts w:ascii="Arial" w:hAnsi="Arial" w:cs="Arial"/>
                <w:sz w:val="16"/>
                <w:szCs w:val="16"/>
              </w:rPr>
              <w:instrText xml:space="preserve"> PAGE </w:instrTex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4795C">
              <w:rPr>
                <w:rFonts w:ascii="Arial" w:hAnsi="Arial" w:cs="Arial"/>
                <w:noProof/>
                <w:sz w:val="16"/>
                <w:szCs w:val="16"/>
              </w:rPr>
              <w:t>2</w: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4795C">
              <w:rPr>
                <w:rFonts w:ascii="Arial" w:hAnsi="Arial" w:cs="Arial"/>
                <w:sz w:val="16"/>
                <w:szCs w:val="16"/>
              </w:rPr>
              <w:t xml:space="preserve"> of </w: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4795C">
              <w:rPr>
                <w:rFonts w:ascii="Arial" w:hAnsi="Arial" w:cs="Arial"/>
                <w:sz w:val="16"/>
                <w:szCs w:val="16"/>
              </w:rPr>
              <w:instrText xml:space="preserve"> NUMPAGES  </w:instrTex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4795C">
              <w:rPr>
                <w:rFonts w:ascii="Arial" w:hAnsi="Arial" w:cs="Arial"/>
                <w:noProof/>
                <w:sz w:val="16"/>
                <w:szCs w:val="16"/>
              </w:rPr>
              <w:t>2</w: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sdtContent>
      </w:sdt>
    </w:sdtContent>
  </w:sdt>
  <w:p w14:paraId="3C6244E5" w14:textId="77777777" w:rsidR="00880AFB" w:rsidRDefault="00880AFB">
    <w:pPr>
      <w:pStyle w:val="Footer"/>
      <w:ind w:right="360"/>
      <w:rPr>
        <w:rFonts w:ascii="Arial" w:hAnsi="Arial"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single" w:sz="4" w:space="0" w:color="446181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44"/>
    </w:tblGrid>
    <w:tr w:rsidR="00DD08B0" w14:paraId="412B586C" w14:textId="77777777" w:rsidTr="00DD08B0">
      <w:tc>
        <w:tcPr>
          <w:tcW w:w="9344" w:type="dxa"/>
        </w:tcPr>
        <w:p w14:paraId="03FF5110" w14:textId="77777777" w:rsidR="00DD08B0" w:rsidRPr="00D62137" w:rsidRDefault="00DD08B0" w:rsidP="00DD08B0">
          <w:pPr>
            <w:pStyle w:val="Footer"/>
            <w:spacing w:line="230" w:lineRule="exact"/>
            <w:ind w:right="-569" w:hanging="1134"/>
            <w:jc w:val="center"/>
            <w:rPr>
              <w:rFonts w:ascii="Arial" w:hAnsi="Arial"/>
              <w:b/>
              <w:color w:val="000000" w:themeColor="text1"/>
              <w:sz w:val="15"/>
              <w:lang w:val="en-GB"/>
            </w:rPr>
          </w:pPr>
          <w:r w:rsidRPr="00D62137">
            <w:rPr>
              <w:rFonts w:ascii="Arial" w:hAnsi="Arial"/>
              <w:b/>
              <w:color w:val="000000" w:themeColor="text1"/>
              <w:sz w:val="15"/>
              <w:lang w:val="en-GB"/>
            </w:rPr>
            <w:t xml:space="preserve">Höegh </w:t>
          </w:r>
          <w:r w:rsidRPr="00D62137">
            <w:rPr>
              <w:rFonts w:ascii="Arial" w:hAnsi="Arial"/>
              <w:b/>
              <w:color w:val="000000" w:themeColor="text1"/>
              <w:sz w:val="15"/>
            </w:rPr>
            <w:t>Autoliners</w:t>
          </w:r>
          <w:r w:rsidRPr="00D62137">
            <w:rPr>
              <w:rFonts w:ascii="Arial" w:hAnsi="Arial"/>
              <w:b/>
              <w:color w:val="000000" w:themeColor="text1"/>
              <w:sz w:val="15"/>
              <w:lang w:val="en-GB"/>
            </w:rPr>
            <w:t xml:space="preserve"> AS</w:t>
          </w:r>
          <w:r w:rsidR="00D15E6E">
            <w:rPr>
              <w:rFonts w:ascii="Arial" w:hAnsi="Arial"/>
              <w:b/>
              <w:color w:val="000000" w:themeColor="text1"/>
              <w:sz w:val="15"/>
              <w:lang w:val="en-GB"/>
            </w:rPr>
            <w:t>A</w:t>
          </w:r>
          <w:r>
            <w:rPr>
              <w:rFonts w:ascii="Arial" w:hAnsi="Arial"/>
              <w:b/>
              <w:color w:val="000000" w:themeColor="text1"/>
              <w:sz w:val="15"/>
              <w:lang w:val="en-GB"/>
            </w:rPr>
            <w:t xml:space="preserve"> | </w:t>
          </w:r>
          <w:r w:rsidRPr="00D62137">
            <w:rPr>
              <w:rFonts w:ascii="Arial" w:hAnsi="Arial"/>
              <w:color w:val="000000" w:themeColor="text1"/>
              <w:sz w:val="15"/>
              <w:lang w:val="en-GB"/>
            </w:rPr>
            <w:t xml:space="preserve">Org. NO: </w:t>
          </w:r>
          <w:r w:rsidR="00D15E6E">
            <w:rPr>
              <w:rFonts w:ascii="Arial" w:hAnsi="Arial"/>
              <w:color w:val="000000" w:themeColor="text1"/>
              <w:sz w:val="15"/>
              <w:lang w:val="en-GB"/>
            </w:rPr>
            <w:t>985 459 614</w:t>
          </w:r>
        </w:p>
        <w:p w14:paraId="74D597BE" w14:textId="77777777" w:rsidR="00DD08B0" w:rsidRPr="00DD08B0" w:rsidRDefault="00DD08B0" w:rsidP="00DD08B0">
          <w:pPr>
            <w:pStyle w:val="Footer"/>
            <w:spacing w:line="230" w:lineRule="exact"/>
            <w:ind w:right="-569"/>
            <w:jc w:val="center"/>
            <w:rPr>
              <w:rFonts w:ascii="Arial" w:hAnsi="Arial"/>
              <w:color w:val="595959" w:themeColor="text1" w:themeTint="A6"/>
              <w:sz w:val="15"/>
            </w:rPr>
          </w:pPr>
          <w:r w:rsidRPr="00D62137">
            <w:rPr>
              <w:rFonts w:ascii="Arial" w:hAnsi="Arial"/>
              <w:color w:val="000000" w:themeColor="text1"/>
              <w:sz w:val="15"/>
              <w:lang w:val="en-GB"/>
            </w:rPr>
            <w:t>Visit address: Drammensveien 134, 0277 Oslo | Postal address: P.O. Box 4 Skøyen, 0212 Oslo, Norway</w:t>
          </w:r>
          <w:r>
            <w:rPr>
              <w:rFonts w:ascii="Arial" w:hAnsi="Arial"/>
              <w:color w:val="000000" w:themeColor="text1"/>
              <w:sz w:val="15"/>
              <w:lang w:val="en-GB"/>
            </w:rPr>
            <w:t xml:space="preserve"> | </w:t>
          </w:r>
          <w:r w:rsidRPr="00D62137">
            <w:rPr>
              <w:rFonts w:ascii="Arial" w:hAnsi="Arial"/>
              <w:color w:val="000000" w:themeColor="text1"/>
              <w:sz w:val="15"/>
              <w:lang w:val="en-GB"/>
            </w:rPr>
            <w:t>Tel: +47 21 03 90 00</w:t>
          </w:r>
        </w:p>
      </w:tc>
    </w:tr>
  </w:tbl>
  <w:p w14:paraId="36EBFF93" w14:textId="77777777" w:rsidR="00963553" w:rsidRPr="00D15E6E" w:rsidRDefault="00963553" w:rsidP="00DD08B0">
    <w:pPr>
      <w:pStyle w:val="Footer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ABF48" w14:textId="77777777" w:rsidR="00030E83" w:rsidRDefault="00030E83">
      <w:r>
        <w:separator/>
      </w:r>
    </w:p>
  </w:footnote>
  <w:footnote w:type="continuationSeparator" w:id="0">
    <w:p w14:paraId="265093BA" w14:textId="77777777" w:rsidR="00030E83" w:rsidRDefault="00030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A756B" w14:textId="77777777" w:rsidR="00880AFB" w:rsidRDefault="00FB6932" w:rsidP="00FB6932">
    <w:pPr>
      <w:pStyle w:val="Footer"/>
      <w:tabs>
        <w:tab w:val="clear" w:pos="4153"/>
        <w:tab w:val="clear" w:pos="8306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spacing w:line="240" w:lineRule="atLeast"/>
      <w:jc w:val="center"/>
      <w:rPr>
        <w:rFonts w:ascii="Tms Rmn" w:hAnsi="Tms Rmn"/>
        <w:snapToGrid w:val="0"/>
        <w:lang w:val="en-GB"/>
      </w:rPr>
    </w:pPr>
    <w:r>
      <w:rPr>
        <w:noProof/>
      </w:rPr>
      <w:drawing>
        <wp:inline distT="0" distB="0" distL="0" distR="0" wp14:anchorId="4E52D4EA" wp14:editId="5ABF00D4">
          <wp:extent cx="1547675" cy="784923"/>
          <wp:effectExtent l="0" t="0" r="0" b="0"/>
          <wp:docPr id="52989639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2757" cy="7976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D18"/>
    <w:rsid w:val="00003CD2"/>
    <w:rsid w:val="00007139"/>
    <w:rsid w:val="00030E83"/>
    <w:rsid w:val="0003771C"/>
    <w:rsid w:val="00047F55"/>
    <w:rsid w:val="00072425"/>
    <w:rsid w:val="000B673C"/>
    <w:rsid w:val="000D5FFC"/>
    <w:rsid w:val="0010752A"/>
    <w:rsid w:val="00150BDA"/>
    <w:rsid w:val="0016241D"/>
    <w:rsid w:val="00177D3F"/>
    <w:rsid w:val="001D7457"/>
    <w:rsid w:val="001F0B65"/>
    <w:rsid w:val="002B1028"/>
    <w:rsid w:val="002D09DB"/>
    <w:rsid w:val="002E3E16"/>
    <w:rsid w:val="00394B3A"/>
    <w:rsid w:val="003B2D18"/>
    <w:rsid w:val="00417BD9"/>
    <w:rsid w:val="00464D15"/>
    <w:rsid w:val="0049189C"/>
    <w:rsid w:val="004E208D"/>
    <w:rsid w:val="00521C9B"/>
    <w:rsid w:val="005461F4"/>
    <w:rsid w:val="005C0717"/>
    <w:rsid w:val="00604AE4"/>
    <w:rsid w:val="006B4666"/>
    <w:rsid w:val="00713862"/>
    <w:rsid w:val="007D490C"/>
    <w:rsid w:val="007D4C00"/>
    <w:rsid w:val="00805467"/>
    <w:rsid w:val="00843561"/>
    <w:rsid w:val="00844784"/>
    <w:rsid w:val="0084795C"/>
    <w:rsid w:val="00852BD7"/>
    <w:rsid w:val="0086676C"/>
    <w:rsid w:val="00880AFB"/>
    <w:rsid w:val="00896C03"/>
    <w:rsid w:val="00944813"/>
    <w:rsid w:val="00951A9E"/>
    <w:rsid w:val="00963553"/>
    <w:rsid w:val="009965CB"/>
    <w:rsid w:val="00A35C58"/>
    <w:rsid w:val="00A360E0"/>
    <w:rsid w:val="00AC6A02"/>
    <w:rsid w:val="00AF2AA3"/>
    <w:rsid w:val="00B638C8"/>
    <w:rsid w:val="00B97063"/>
    <w:rsid w:val="00BE0B0E"/>
    <w:rsid w:val="00BE1D60"/>
    <w:rsid w:val="00C919F9"/>
    <w:rsid w:val="00CD5B5B"/>
    <w:rsid w:val="00CF4629"/>
    <w:rsid w:val="00D14AD9"/>
    <w:rsid w:val="00D15E6E"/>
    <w:rsid w:val="00D62137"/>
    <w:rsid w:val="00DA1D3F"/>
    <w:rsid w:val="00DB2F3A"/>
    <w:rsid w:val="00DD08B0"/>
    <w:rsid w:val="00DD4865"/>
    <w:rsid w:val="00E31FDF"/>
    <w:rsid w:val="00E51915"/>
    <w:rsid w:val="00F20E06"/>
    <w:rsid w:val="00FB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2993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72425"/>
    <w:rPr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6"/>
      <w:lang w:val="en-GB"/>
    </w:rPr>
  </w:style>
  <w:style w:type="paragraph" w:styleId="BodyText">
    <w:name w:val="Body Text"/>
    <w:basedOn w:val="Normal"/>
    <w:pPr>
      <w:jc w:val="center"/>
    </w:pPr>
    <w:rPr>
      <w:rFonts w:ascii="Arial" w:hAnsi="Arial"/>
      <w:sz w:val="16"/>
      <w:lang w:val="en-GB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pPr>
      <w:tabs>
        <w:tab w:val="left" w:pos="5670"/>
      </w:tabs>
      <w:spacing w:line="260" w:lineRule="exact"/>
      <w:ind w:right="284" w:firstLine="284"/>
      <w:jc w:val="both"/>
    </w:pPr>
    <w:rPr>
      <w:rFonts w:ascii="Arial" w:hAnsi="Arial"/>
      <w:sz w:val="20"/>
    </w:rPr>
  </w:style>
  <w:style w:type="table" w:styleId="TableGrid">
    <w:name w:val="Table Grid"/>
    <w:basedOn w:val="TableNormal"/>
    <w:rsid w:val="00D62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84795C"/>
    <w:rPr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darladelacruz/Downloads/Letter%20HA%20FS%20-%20Phil_EN_R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553B2B6656E4385E962234550140A" ma:contentTypeVersion="2" ma:contentTypeDescription="Create a new document." ma:contentTypeScope="" ma:versionID="676a4dde8f2b71d61085bfd642b2aa9c">
  <xsd:schema xmlns:xsd="http://www.w3.org/2001/XMLSchema" xmlns:xs="http://www.w3.org/2001/XMLSchema" xmlns:p="http://schemas.microsoft.com/office/2006/metadata/properties" xmlns:ns2="ce6b6d74-fcc2-4e75-a34d-879925435f6b" targetNamespace="http://schemas.microsoft.com/office/2006/metadata/properties" ma:root="true" ma:fieldsID="8205ffc457be13791dfb8e4ff2e469cc" ns2:_="">
    <xsd:import namespace="ce6b6d74-fcc2-4e75-a34d-879925435f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6b6d74-fcc2-4e75-a34d-879925435f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A6B05B-2103-4B4E-922D-4E0FBEEF57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6b6d74-fcc2-4e75-a34d-879925435f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222E2F-AE15-4295-89EC-5D70C892C5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74A53F-9262-4256-8EEF-7DFE91E0CFD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199C3A-7001-41B2-95A9-DD289DE2F2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HA FS - Phil_EN_R02.dotx</Template>
  <TotalTime>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2024-09-25T00:59:00Z</dcterms:created>
  <dcterms:modified xsi:type="dcterms:W3CDTF">2024-09-25T00:59:00Z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0x010100BE3553B2B6656E4385E962234550140A</vt:lpwstr>
  </property>
</Properties>
</file>